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20" w:rsidRPr="00474004" w:rsidRDefault="00A37F20" w:rsidP="008A68D7">
      <w:pPr>
        <w:shd w:val="clear" w:color="auto" w:fill="FFFFFF"/>
        <w:spacing w:line="324" w:lineRule="exact"/>
        <w:ind w:left="2124" w:right="224"/>
        <w:rPr>
          <w:color w:val="000000"/>
          <w:spacing w:val="-3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>
        <w:rPr>
          <w:color w:val="000000"/>
          <w:spacing w:val="-3"/>
          <w:sz w:val="28"/>
          <w:szCs w:val="28"/>
        </w:rPr>
        <w:t xml:space="preserve">            </w:t>
      </w:r>
      <w:r w:rsidRPr="00670957">
        <w:rPr>
          <w:color w:val="000000"/>
          <w:spacing w:val="-3"/>
          <w:sz w:val="28"/>
          <w:szCs w:val="28"/>
        </w:rPr>
        <w:t xml:space="preserve">Приложение </w:t>
      </w:r>
      <w:r>
        <w:rPr>
          <w:color w:val="000000"/>
          <w:spacing w:val="-3"/>
          <w:sz w:val="28"/>
          <w:szCs w:val="28"/>
        </w:rPr>
        <w:t>к протоколу заседания жюри от «17» января 2015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>
        <w:rPr>
          <w:color w:val="000000"/>
          <w:spacing w:val="2"/>
          <w:sz w:val="28"/>
          <w:szCs w:val="28"/>
        </w:rPr>
        <w:t xml:space="preserve"> 2</w:t>
      </w:r>
    </w:p>
    <w:p w:rsidR="00A37F20" w:rsidRDefault="00A37F20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2014/2015учебном году </w:t>
      </w:r>
    </w:p>
    <w:p w:rsidR="00A37F20" w:rsidRDefault="00A37F20" w:rsidP="00474004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 по _географии</w:t>
      </w:r>
    </w:p>
    <w:p w:rsidR="00A37F20" w:rsidRDefault="00A37F20" w:rsidP="00474004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835"/>
        <w:gridCol w:w="2409"/>
        <w:gridCol w:w="5103"/>
        <w:gridCol w:w="993"/>
        <w:gridCol w:w="1417"/>
        <w:gridCol w:w="2268"/>
      </w:tblGrid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831648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Торбина Александра Сергеевна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городской округ Армянск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Армянский учебно-воспитательный комплекс "Школа-гимназия" №3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Ушатая Кристина Сергеевна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Джанкойский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 xml:space="preserve">Вольновская </w:t>
            </w:r>
            <w:r w:rsidRPr="00831648">
              <w:rPr>
                <w:color w:val="000000"/>
                <w:sz w:val="24"/>
                <w:szCs w:val="24"/>
              </w:rPr>
              <w:t>общеобразовательная школа I-III ступеней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Суровегина Татьяна Вадимовна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Джанкойский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Ярковская общеобразовательная школа I-III ступеней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19,5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Кроча Дмитрий Юрьевич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УВК "Школа-лицей" №3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Журавлева Ксения Андреевна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Саки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Сакский УВК:школа I ступени-гимназия №1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Трофимова Зоя Валерьевна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Кировский   р-н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Абрикосовская общеобразовательная школа  І-ІІІ ступеней  Кировской районной государственной администрации в Автономной Республике Крым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Садуян Влада Борисовна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Общеобразовательная школа I-III ступеней №2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Рыжикова Екатерина Сергеевна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городской округ Армянск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Армянский учебно-воспитательный комплекс школы-лицея №2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Расулов Эльмир Расим – оглы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городской округ Армянск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Армянский учебно-воспитательный комплекс школы-лицея №2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34,25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Купов Артур Борисович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городской округ Армянск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Армянский учебно-воспитательный комплекс школы-лицея №2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30,25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Гуцук Олеся Николаевна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Симферопольский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Новоандреевская общеобразовательная  школа  I-III  cтупеней Симферопольской районной государственной администрации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14,75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Новак Михаил Андреевич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Саки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Сакская общебразовательная школа I-III ступеней № 1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Шиганова Татьяна Геннадиевна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Ялтинский округ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Ялтинская гимназия им. А.П.Чехова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18,25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Сеитмамутов Нариман Шукриевич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 xml:space="preserve">Управление образования, молодёжи и спорта Красногвардейской </w:t>
            </w:r>
            <w:r w:rsidRPr="00474004">
              <w:rPr>
                <w:sz w:val="22"/>
                <w:szCs w:val="22"/>
              </w:rPr>
              <w:t>райгосадминистрации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 xml:space="preserve">Краснознаменская ОШ І-ІІІ ступеней  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Гужва Мария Егоровна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Белогорский р-он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Белогорский учебно-воспитательный комплекс «Школа-гимназия» с модульной технологией обучения I-III ступеней №1 Белогорского районного совета Республики Крым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28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Кравцова Анастасия Алексеевна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Общеобразовательная школа I-III ступеней №31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20,25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Аджимефаева Алина Сейрановна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Джанкойский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Майская общеобразовательная школа I-III ступеней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22,75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 xml:space="preserve">Каранда Алексей Викторович  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г.Джанкой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Джанкойская ОШ   I- III ступеней № 7  Джанкойского городского совета Республики Крым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Савчиц Ирина Владимировна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Ялтинский округ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Ялтинский учебно-воспитательный комплекс «Школа-лицей № 9»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28,25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Никулин Виктор Евгеньевич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Алуштинский городской совет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ОШ № 3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Мамбетова Алиме Назимовна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Раздольненский район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Раздольненский УВК «школа-гимназия»  №2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Негру Никита Юрьевич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УВК «МБЛ»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Ерпалов Геннадий Геннадиеич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Ялтинский округ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Ялтинский учебно-воспитательный комплекс «Школа-лицей № 9»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32,5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Чалбаш Шейде Асановна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УВК "школа-гимназия" №10 им Э.К. Покровского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Стукало Кирилл Владимирович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УВК "Школа-гимназия"№10 им Э.К. Покровского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26,5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Азарова Александра Сергеевна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г.Феодосия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 xml:space="preserve">УВК «Общеобразовательная школа </w:t>
            </w:r>
            <w:r w:rsidRPr="00831648">
              <w:rPr>
                <w:color w:val="000000"/>
                <w:sz w:val="24"/>
                <w:szCs w:val="24"/>
              </w:rPr>
              <w:t>I-III ступеней</w:t>
            </w:r>
            <w:r w:rsidRPr="00831648">
              <w:rPr>
                <w:sz w:val="24"/>
                <w:szCs w:val="24"/>
              </w:rPr>
              <w:t xml:space="preserve"> –гимназия» №17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30,5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Корсакова Ирина Олеговна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г.Феодосия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 xml:space="preserve">УВК «Общеобразовательная школа </w:t>
            </w:r>
            <w:r w:rsidRPr="00831648">
              <w:rPr>
                <w:color w:val="000000"/>
                <w:sz w:val="24"/>
                <w:szCs w:val="24"/>
              </w:rPr>
              <w:t>I-III ступеней</w:t>
            </w:r>
            <w:r w:rsidRPr="00831648">
              <w:rPr>
                <w:sz w:val="24"/>
                <w:szCs w:val="24"/>
              </w:rPr>
              <w:t xml:space="preserve"> –гимназия» №17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35,5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A37F20">
        <w:tc>
          <w:tcPr>
            <w:tcW w:w="534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b/>
                <w:bCs/>
                <w:color w:val="000000"/>
                <w:spacing w:val="2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A37F20" w:rsidRPr="00030E1E" w:rsidRDefault="00A37F20" w:rsidP="00831648">
            <w:pPr>
              <w:jc w:val="both"/>
              <w:rPr>
                <w:sz w:val="24"/>
                <w:szCs w:val="24"/>
              </w:rPr>
            </w:pPr>
            <w:r w:rsidRPr="00030E1E">
              <w:rPr>
                <w:sz w:val="24"/>
                <w:szCs w:val="24"/>
              </w:rPr>
              <w:t>Коновалов Павел Сергеевич</w:t>
            </w:r>
          </w:p>
        </w:tc>
        <w:tc>
          <w:tcPr>
            <w:tcW w:w="2409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37F20" w:rsidRPr="00831648" w:rsidRDefault="00A37F20" w:rsidP="0083164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31648">
              <w:rPr>
                <w:sz w:val="24"/>
                <w:szCs w:val="24"/>
              </w:rPr>
              <w:t>УВК "Школа-гимназия"№10 им Э.К. Покровского</w:t>
            </w:r>
          </w:p>
        </w:tc>
        <w:tc>
          <w:tcPr>
            <w:tcW w:w="993" w:type="dxa"/>
          </w:tcPr>
          <w:p w:rsidR="00A37F20" w:rsidRPr="00831648" w:rsidRDefault="00A37F20" w:rsidP="0083164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A37F20" w:rsidRPr="00831648" w:rsidRDefault="00A37F20" w:rsidP="00831648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31648"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</w:tbl>
    <w:p w:rsidR="00A37F20" w:rsidRDefault="00A37F20"/>
    <w:sectPr w:rsidR="00A37F20" w:rsidSect="002E7267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EBC"/>
    <w:rsid w:val="00000331"/>
    <w:rsid w:val="00027902"/>
    <w:rsid w:val="00030E1E"/>
    <w:rsid w:val="0004144F"/>
    <w:rsid w:val="00043A44"/>
    <w:rsid w:val="000B199D"/>
    <w:rsid w:val="000B5F1F"/>
    <w:rsid w:val="00110B4B"/>
    <w:rsid w:val="00113362"/>
    <w:rsid w:val="00134442"/>
    <w:rsid w:val="0014347A"/>
    <w:rsid w:val="001A32CF"/>
    <w:rsid w:val="001C0F10"/>
    <w:rsid w:val="001E54B6"/>
    <w:rsid w:val="00201225"/>
    <w:rsid w:val="002014AD"/>
    <w:rsid w:val="00205B58"/>
    <w:rsid w:val="00207966"/>
    <w:rsid w:val="00207DDC"/>
    <w:rsid w:val="00210966"/>
    <w:rsid w:val="002237D6"/>
    <w:rsid w:val="00235AF1"/>
    <w:rsid w:val="00241B38"/>
    <w:rsid w:val="00252CF2"/>
    <w:rsid w:val="0025376F"/>
    <w:rsid w:val="002646EA"/>
    <w:rsid w:val="00284077"/>
    <w:rsid w:val="002A0B18"/>
    <w:rsid w:val="002A441F"/>
    <w:rsid w:val="002A7B73"/>
    <w:rsid w:val="002D09BD"/>
    <w:rsid w:val="002D5736"/>
    <w:rsid w:val="002D6217"/>
    <w:rsid w:val="002E7267"/>
    <w:rsid w:val="003076ED"/>
    <w:rsid w:val="00340362"/>
    <w:rsid w:val="00356DAB"/>
    <w:rsid w:val="00376336"/>
    <w:rsid w:val="00376622"/>
    <w:rsid w:val="003A27A6"/>
    <w:rsid w:val="003B5E3B"/>
    <w:rsid w:val="003C24ED"/>
    <w:rsid w:val="003C7854"/>
    <w:rsid w:val="003E22E4"/>
    <w:rsid w:val="00411E23"/>
    <w:rsid w:val="00422238"/>
    <w:rsid w:val="00424605"/>
    <w:rsid w:val="004619B2"/>
    <w:rsid w:val="00474004"/>
    <w:rsid w:val="00485563"/>
    <w:rsid w:val="00496805"/>
    <w:rsid w:val="004A3F8B"/>
    <w:rsid w:val="004A5BE8"/>
    <w:rsid w:val="0050308B"/>
    <w:rsid w:val="005B5C8D"/>
    <w:rsid w:val="005B68B4"/>
    <w:rsid w:val="005D0FA0"/>
    <w:rsid w:val="005E18A1"/>
    <w:rsid w:val="005E506C"/>
    <w:rsid w:val="005E7E33"/>
    <w:rsid w:val="005F4632"/>
    <w:rsid w:val="00604722"/>
    <w:rsid w:val="00616047"/>
    <w:rsid w:val="00622CF2"/>
    <w:rsid w:val="0062581F"/>
    <w:rsid w:val="00631998"/>
    <w:rsid w:val="006424EC"/>
    <w:rsid w:val="006455B4"/>
    <w:rsid w:val="0064651C"/>
    <w:rsid w:val="00670957"/>
    <w:rsid w:val="00681DE6"/>
    <w:rsid w:val="00683945"/>
    <w:rsid w:val="006B442E"/>
    <w:rsid w:val="006B76B6"/>
    <w:rsid w:val="006B78A4"/>
    <w:rsid w:val="006C78E1"/>
    <w:rsid w:val="006D1E6E"/>
    <w:rsid w:val="006D1FF8"/>
    <w:rsid w:val="006D443F"/>
    <w:rsid w:val="006E44C2"/>
    <w:rsid w:val="006F356D"/>
    <w:rsid w:val="00704348"/>
    <w:rsid w:val="00770BDB"/>
    <w:rsid w:val="00777EBC"/>
    <w:rsid w:val="00781FC3"/>
    <w:rsid w:val="007A4F03"/>
    <w:rsid w:val="007B36CE"/>
    <w:rsid w:val="007F7359"/>
    <w:rsid w:val="00813621"/>
    <w:rsid w:val="00815A28"/>
    <w:rsid w:val="00815E5F"/>
    <w:rsid w:val="00824D0D"/>
    <w:rsid w:val="00831648"/>
    <w:rsid w:val="0083481D"/>
    <w:rsid w:val="008375CB"/>
    <w:rsid w:val="00843838"/>
    <w:rsid w:val="008456E2"/>
    <w:rsid w:val="00861E8F"/>
    <w:rsid w:val="00876809"/>
    <w:rsid w:val="00886844"/>
    <w:rsid w:val="008A68D7"/>
    <w:rsid w:val="008C45A3"/>
    <w:rsid w:val="008D48A0"/>
    <w:rsid w:val="008D6D95"/>
    <w:rsid w:val="00905E8B"/>
    <w:rsid w:val="009140E9"/>
    <w:rsid w:val="009307BF"/>
    <w:rsid w:val="009559C9"/>
    <w:rsid w:val="009834B1"/>
    <w:rsid w:val="009A23A9"/>
    <w:rsid w:val="009B0115"/>
    <w:rsid w:val="009B0B9E"/>
    <w:rsid w:val="009B5362"/>
    <w:rsid w:val="009E259D"/>
    <w:rsid w:val="009F3A63"/>
    <w:rsid w:val="00A1495D"/>
    <w:rsid w:val="00A31D41"/>
    <w:rsid w:val="00A373DE"/>
    <w:rsid w:val="00A37F20"/>
    <w:rsid w:val="00A62496"/>
    <w:rsid w:val="00A776FC"/>
    <w:rsid w:val="00A83F8E"/>
    <w:rsid w:val="00AA5D9B"/>
    <w:rsid w:val="00AB0950"/>
    <w:rsid w:val="00B062B2"/>
    <w:rsid w:val="00B15F58"/>
    <w:rsid w:val="00B803C0"/>
    <w:rsid w:val="00B81DAC"/>
    <w:rsid w:val="00B8733C"/>
    <w:rsid w:val="00B9041E"/>
    <w:rsid w:val="00BA33EB"/>
    <w:rsid w:val="00BA7436"/>
    <w:rsid w:val="00BC1728"/>
    <w:rsid w:val="00BC630E"/>
    <w:rsid w:val="00BD142B"/>
    <w:rsid w:val="00BD2D98"/>
    <w:rsid w:val="00BE4111"/>
    <w:rsid w:val="00BF1513"/>
    <w:rsid w:val="00BF48CA"/>
    <w:rsid w:val="00C17BBD"/>
    <w:rsid w:val="00C300A7"/>
    <w:rsid w:val="00C32F33"/>
    <w:rsid w:val="00C42473"/>
    <w:rsid w:val="00C54376"/>
    <w:rsid w:val="00C95B15"/>
    <w:rsid w:val="00CA2D58"/>
    <w:rsid w:val="00CB0AA2"/>
    <w:rsid w:val="00CB5CD5"/>
    <w:rsid w:val="00CB6DB2"/>
    <w:rsid w:val="00CC4A8B"/>
    <w:rsid w:val="00D008D3"/>
    <w:rsid w:val="00D3695A"/>
    <w:rsid w:val="00D75B92"/>
    <w:rsid w:val="00D8100B"/>
    <w:rsid w:val="00DA3AC3"/>
    <w:rsid w:val="00DB1C11"/>
    <w:rsid w:val="00DB618A"/>
    <w:rsid w:val="00DD331B"/>
    <w:rsid w:val="00DD45B1"/>
    <w:rsid w:val="00DE59F2"/>
    <w:rsid w:val="00DF4EE0"/>
    <w:rsid w:val="00E0361F"/>
    <w:rsid w:val="00E04F07"/>
    <w:rsid w:val="00E12EF5"/>
    <w:rsid w:val="00E14666"/>
    <w:rsid w:val="00E23169"/>
    <w:rsid w:val="00E63CA3"/>
    <w:rsid w:val="00EB44BF"/>
    <w:rsid w:val="00ED453E"/>
    <w:rsid w:val="00EF00D2"/>
    <w:rsid w:val="00EF3B36"/>
    <w:rsid w:val="00EF3D00"/>
    <w:rsid w:val="00EF74B4"/>
    <w:rsid w:val="00F03D03"/>
    <w:rsid w:val="00F05BB5"/>
    <w:rsid w:val="00F22B4F"/>
    <w:rsid w:val="00F44D83"/>
    <w:rsid w:val="00F47916"/>
    <w:rsid w:val="00F67D58"/>
    <w:rsid w:val="00F826A4"/>
    <w:rsid w:val="00F86171"/>
    <w:rsid w:val="00F87084"/>
    <w:rsid w:val="00FB6BC4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809"/>
    <w:pPr>
      <w:keepNext/>
      <w:widowControl/>
      <w:suppressAutoHyphens w:val="0"/>
      <w:autoSpaceDE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6809"/>
    <w:pPr>
      <w:keepNext/>
      <w:widowControl/>
      <w:suppressAutoHyphens w:val="0"/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76809"/>
    <w:pPr>
      <w:keepNext/>
      <w:widowControl/>
      <w:suppressAutoHyphens w:val="0"/>
      <w:autoSpaceDE/>
      <w:jc w:val="center"/>
      <w:outlineLvl w:val="3"/>
    </w:pPr>
    <w:rPr>
      <w:spacing w:val="52"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809"/>
    <w:pPr>
      <w:keepNext/>
      <w:widowControl/>
      <w:suppressAutoHyphens w:val="0"/>
      <w:autoSpaceDE/>
      <w:outlineLvl w:val="5"/>
    </w:pPr>
    <w:rPr>
      <w:sz w:val="24"/>
      <w:szCs w:val="24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809"/>
    <w:pPr>
      <w:widowControl/>
      <w:suppressAutoHyphens w:val="0"/>
      <w:autoSpaceDE/>
      <w:spacing w:before="240" w:after="60"/>
      <w:outlineLvl w:val="6"/>
    </w:pPr>
    <w:rPr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680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680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76809"/>
    <w:rPr>
      <w:rFonts w:ascii="Times New Roman" w:hAnsi="Times New Roman" w:cs="Times New Roman"/>
      <w:spacing w:val="52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7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7680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76809"/>
    <w:pPr>
      <w:widowControl/>
      <w:suppressAutoHyphens w:val="0"/>
      <w:autoSpaceDE/>
      <w:jc w:val="center"/>
    </w:pPr>
    <w:rPr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76809"/>
    <w:rPr>
      <w:rFonts w:ascii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99"/>
    <w:qFormat/>
    <w:rsid w:val="00876809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876809"/>
    <w:pPr>
      <w:widowControl/>
      <w:suppressAutoHyphens w:val="0"/>
      <w:autoSpaceDE/>
      <w:ind w:left="720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562</Words>
  <Characters>3208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WIN7XP</cp:lastModifiedBy>
  <cp:revision>8</cp:revision>
  <dcterms:created xsi:type="dcterms:W3CDTF">2015-01-17T11:28:00Z</dcterms:created>
  <dcterms:modified xsi:type="dcterms:W3CDTF">2015-01-19T09:44:00Z</dcterms:modified>
</cp:coreProperties>
</file>